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4D5E6D" w14:paraId="40769809" w14:textId="77777777" w:rsidTr="00050DA7">
        <w:tc>
          <w:tcPr>
            <w:tcW w:w="4428" w:type="dxa"/>
          </w:tcPr>
          <w:p w14:paraId="6C5202ED" w14:textId="77777777" w:rsidR="000348ED" w:rsidRPr="004D5E6D" w:rsidRDefault="005D05AC" w:rsidP="004D5E6D">
            <w:pPr>
              <w:tabs>
                <w:tab w:val="left" w:pos="851"/>
              </w:tabs>
              <w:rPr>
                <w:rFonts w:ascii="Calibri" w:hAnsi="Calibri"/>
              </w:rPr>
            </w:pPr>
            <w:r w:rsidRPr="004D5E6D">
              <w:rPr>
                <w:rFonts w:ascii="Calibri" w:hAnsi="Calibri"/>
              </w:rPr>
              <w:t>From:</w:t>
            </w:r>
            <w:r w:rsidRPr="004D5E6D">
              <w:rPr>
                <w:rFonts w:ascii="Calibri" w:hAnsi="Calibri"/>
              </w:rPr>
              <w:tab/>
            </w:r>
            <w:r w:rsidR="004D5E6D" w:rsidRPr="004D5E6D">
              <w:rPr>
                <w:rFonts w:ascii="Calibri" w:hAnsi="Calibri"/>
              </w:rPr>
              <w:t xml:space="preserve">VTS </w:t>
            </w:r>
            <w:r w:rsidRPr="004D5E6D">
              <w:rPr>
                <w:rFonts w:ascii="Calibri" w:hAnsi="Calibri"/>
              </w:rPr>
              <w:t>C</w:t>
            </w:r>
            <w:r w:rsidR="00050DA7" w:rsidRPr="004D5E6D">
              <w:rPr>
                <w:rFonts w:ascii="Calibri" w:hAnsi="Calibri"/>
              </w:rPr>
              <w:t>ommittee</w:t>
            </w:r>
          </w:p>
        </w:tc>
        <w:tc>
          <w:tcPr>
            <w:tcW w:w="5461" w:type="dxa"/>
          </w:tcPr>
          <w:p w14:paraId="21471ED5" w14:textId="009B23C3" w:rsidR="000348ED" w:rsidRPr="004D5E6D" w:rsidRDefault="00A4739E" w:rsidP="005D05AC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ENAV23-3.2.9</w:t>
            </w:r>
            <w:bookmarkStart w:id="0" w:name="_GoBack"/>
            <w:bookmarkEnd w:id="0"/>
          </w:p>
        </w:tc>
      </w:tr>
      <w:tr w:rsidR="000348ED" w:rsidRPr="004D5E6D" w14:paraId="411A1FC9" w14:textId="77777777" w:rsidTr="00050DA7">
        <w:tc>
          <w:tcPr>
            <w:tcW w:w="4428" w:type="dxa"/>
          </w:tcPr>
          <w:p w14:paraId="20B37620" w14:textId="77777777" w:rsidR="000348ED" w:rsidRPr="004D5E6D" w:rsidRDefault="005D05AC" w:rsidP="004D5E6D">
            <w:pPr>
              <w:tabs>
                <w:tab w:val="left" w:pos="851"/>
              </w:tabs>
              <w:rPr>
                <w:rFonts w:ascii="Calibri" w:hAnsi="Calibri"/>
              </w:rPr>
            </w:pPr>
            <w:r w:rsidRPr="004D5E6D">
              <w:rPr>
                <w:rFonts w:ascii="Calibri" w:hAnsi="Calibri"/>
              </w:rPr>
              <w:t>To:</w:t>
            </w:r>
            <w:r w:rsidRPr="004D5E6D">
              <w:rPr>
                <w:rFonts w:ascii="Calibri" w:hAnsi="Calibri"/>
              </w:rPr>
              <w:tab/>
            </w:r>
            <w:r w:rsidR="004D5E6D">
              <w:rPr>
                <w:rFonts w:ascii="Calibri" w:hAnsi="Calibri"/>
              </w:rPr>
              <w:t xml:space="preserve">ENAV </w:t>
            </w:r>
            <w:r w:rsidR="00902AA4" w:rsidRPr="004D5E6D">
              <w:rPr>
                <w:rFonts w:ascii="Calibri" w:hAnsi="Calibri"/>
              </w:rPr>
              <w:t>Committee</w:t>
            </w:r>
          </w:p>
        </w:tc>
        <w:tc>
          <w:tcPr>
            <w:tcW w:w="5461" w:type="dxa"/>
          </w:tcPr>
          <w:p w14:paraId="1FC76FD6" w14:textId="77777777" w:rsidR="000348ED" w:rsidRPr="004D5E6D" w:rsidRDefault="004D5E6D" w:rsidP="004D5E6D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29 February 2019</w:t>
            </w:r>
          </w:p>
        </w:tc>
      </w:tr>
    </w:tbl>
    <w:p w14:paraId="224240F5" w14:textId="77777777" w:rsidR="000348ED" w:rsidRPr="00E66034" w:rsidRDefault="00E66034" w:rsidP="005D05AC">
      <w:pPr>
        <w:pStyle w:val="Title"/>
        <w:spacing w:before="480" w:after="120"/>
        <w:rPr>
          <w:rFonts w:ascii="Calibri" w:hAnsi="Calibri"/>
          <w:color w:val="00558C"/>
        </w:rPr>
      </w:pPr>
      <w:r w:rsidRPr="00E66034">
        <w:rPr>
          <w:rFonts w:ascii="Calibri" w:hAnsi="Calibri"/>
          <w:color w:val="00558C"/>
        </w:rPr>
        <w:t>LIAISON NOTE</w:t>
      </w:r>
    </w:p>
    <w:p w14:paraId="62C2AFCC" w14:textId="77777777" w:rsidR="000348ED" w:rsidRPr="00E66034" w:rsidRDefault="00EE77BE" w:rsidP="004D5E6D">
      <w:pPr>
        <w:pStyle w:val="Title"/>
        <w:spacing w:after="120"/>
        <w:rPr>
          <w:rFonts w:ascii="Calibri" w:hAnsi="Calibri"/>
          <w:color w:val="00558C"/>
        </w:rPr>
      </w:pPr>
      <w:r>
        <w:rPr>
          <w:rFonts w:ascii="Calibri" w:hAnsi="Calibri"/>
          <w:color w:val="00558C"/>
        </w:rPr>
        <w:t>R</w:t>
      </w:r>
      <w:r w:rsidRPr="00EE77BE">
        <w:rPr>
          <w:rFonts w:ascii="Calibri" w:hAnsi="Calibri"/>
          <w:color w:val="00558C"/>
        </w:rPr>
        <w:t>each out for emerging tech</w:t>
      </w:r>
      <w:r>
        <w:rPr>
          <w:rFonts w:ascii="Calibri" w:hAnsi="Calibri"/>
          <w:color w:val="00558C"/>
        </w:rPr>
        <w:t>nologies</w:t>
      </w:r>
    </w:p>
    <w:p w14:paraId="61DF192C" w14:textId="77777777" w:rsidR="0064435F" w:rsidRPr="00E66034" w:rsidRDefault="0064435F" w:rsidP="00E66034">
      <w:pPr>
        <w:pStyle w:val="Heading1"/>
      </w:pPr>
      <w:r w:rsidRPr="00E66034">
        <w:t>Introduction</w:t>
      </w:r>
    </w:p>
    <w:p w14:paraId="46D594AF" w14:textId="5F5C18E4" w:rsidR="00763AEA" w:rsidRPr="00EE77BE" w:rsidRDefault="00763AEA" w:rsidP="00EE77BE">
      <w:pPr>
        <w:pStyle w:val="BodyText"/>
        <w:rPr>
          <w:lang w:eastAsia="en-US"/>
        </w:rPr>
      </w:pPr>
      <w:r w:rsidRPr="00EE77BE">
        <w:t xml:space="preserve">The VTS </w:t>
      </w:r>
      <w:r w:rsidR="00B074FD">
        <w:t>C</w:t>
      </w:r>
      <w:r w:rsidRPr="00EE77BE">
        <w:t>ommittee has noted the liaison note from ENAV on Emerging Technology</w:t>
      </w:r>
      <w:r w:rsidR="00B074FD">
        <w:t xml:space="preserve">. The VTS Committee is </w:t>
      </w:r>
      <w:r w:rsidR="00CE0DD8">
        <w:t xml:space="preserve">of the view that </w:t>
      </w:r>
      <w:r w:rsidR="00B074FD">
        <w:t xml:space="preserve">user needs </w:t>
      </w:r>
      <w:r w:rsidR="00CE0DD8">
        <w:t>should be</w:t>
      </w:r>
      <w:r w:rsidR="00B074FD">
        <w:t xml:space="preserve"> </w:t>
      </w:r>
      <w:r w:rsidR="00CE0DD8">
        <w:t xml:space="preserve">a </w:t>
      </w:r>
      <w:r w:rsidR="00B074FD">
        <w:t xml:space="preserve">central element of </w:t>
      </w:r>
      <w:r w:rsidR="00CE0DD8">
        <w:t>each</w:t>
      </w:r>
      <w:r w:rsidR="00B074FD">
        <w:t xml:space="preserve"> assessment</w:t>
      </w:r>
      <w:r w:rsidR="00CE0DD8">
        <w:t>.</w:t>
      </w:r>
      <w:r w:rsidRPr="00EE77BE">
        <w:t xml:space="preserve"> </w:t>
      </w:r>
    </w:p>
    <w:p w14:paraId="0AB5E667" w14:textId="6B33BF36" w:rsidR="00763AEA" w:rsidRPr="00EE77BE" w:rsidRDefault="00763AEA" w:rsidP="00EE77BE">
      <w:pPr>
        <w:pStyle w:val="BodyText"/>
      </w:pPr>
      <w:r w:rsidRPr="00EE77BE">
        <w:t>We would welcome sight of the final agreed Terms of Reference for the new working group</w:t>
      </w:r>
      <w:r w:rsidR="00EE77BE">
        <w:t>,</w:t>
      </w:r>
      <w:r w:rsidRPr="00EE77BE">
        <w:t xml:space="preserve"> together with a clear framework for undertaking desktop evaluation process</w:t>
      </w:r>
      <w:r w:rsidR="00807936">
        <w:t xml:space="preserve">es and </w:t>
      </w:r>
      <w:r w:rsidR="00B074FD">
        <w:t>provision of</w:t>
      </w:r>
      <w:r w:rsidR="00807936">
        <w:t xml:space="preserve"> a set of criteria on how </w:t>
      </w:r>
      <w:r w:rsidR="00B074FD">
        <w:t>these technologies will be assessed in a consistent manner</w:t>
      </w:r>
      <w:r w:rsidRPr="00EE77BE">
        <w:t xml:space="preserve">. We are also of the view that the Terms of Reference should indicate what tasks the WG </w:t>
      </w:r>
      <w:r w:rsidR="00B074FD">
        <w:t xml:space="preserve">of the ENAV Committee </w:t>
      </w:r>
      <w:r w:rsidRPr="00EE77BE">
        <w:t xml:space="preserve">should focus on and the expected outputs of those tasks. </w:t>
      </w:r>
    </w:p>
    <w:p w14:paraId="7F54B550" w14:textId="77777777" w:rsidR="00763AEA" w:rsidRPr="00EE77BE" w:rsidRDefault="00763AEA" w:rsidP="00EE77BE">
      <w:pPr>
        <w:pStyle w:val="BodyText"/>
      </w:pPr>
      <w:r w:rsidRPr="00EE77BE">
        <w:t xml:space="preserve">We also request that the purpose of these assessments is made clear and how IALA should act on them. </w:t>
      </w:r>
    </w:p>
    <w:p w14:paraId="6FBCAB3B" w14:textId="77777777" w:rsidR="009F5C36" w:rsidRDefault="00AA76C0" w:rsidP="00E66034">
      <w:pPr>
        <w:pStyle w:val="Heading1"/>
      </w:pPr>
      <w:r w:rsidRPr="000B734F">
        <w:t>Action requested</w:t>
      </w:r>
    </w:p>
    <w:p w14:paraId="241FC930" w14:textId="16CFE7D6" w:rsidR="001F4B25" w:rsidRPr="000817D2" w:rsidRDefault="001F4B25" w:rsidP="001F4B25">
      <w:pPr>
        <w:rPr>
          <w:rFonts w:asciiTheme="minorHAnsi" w:hAnsiTheme="minorHAnsi" w:cstheme="minorHAnsi"/>
          <w:lang w:eastAsia="de-DE"/>
        </w:rPr>
      </w:pPr>
      <w:commentRangeStart w:id="1"/>
      <w:commentRangeEnd w:id="1"/>
    </w:p>
    <w:p w14:paraId="72760A94" w14:textId="77777777" w:rsidR="004C220D" w:rsidRPr="000817D2" w:rsidRDefault="00902AA4" w:rsidP="00E66034">
      <w:pPr>
        <w:pStyle w:val="BodyText"/>
        <w:rPr>
          <w:rFonts w:asciiTheme="minorHAnsi" w:hAnsiTheme="minorHAnsi" w:cstheme="minorHAnsi"/>
        </w:rPr>
      </w:pPr>
      <w:r w:rsidRPr="000817D2">
        <w:rPr>
          <w:rFonts w:asciiTheme="minorHAnsi" w:eastAsia="Times New Roman" w:hAnsiTheme="minorHAnsi" w:cstheme="minorHAnsi"/>
          <w:szCs w:val="20"/>
          <w:lang w:eastAsia="de-DE"/>
        </w:rPr>
        <w:t>The</w:t>
      </w:r>
      <w:r w:rsidR="000B734F" w:rsidRPr="000817D2">
        <w:rPr>
          <w:rFonts w:asciiTheme="minorHAnsi" w:eastAsia="Times New Roman" w:hAnsiTheme="minorHAnsi" w:cstheme="minorHAnsi"/>
          <w:szCs w:val="20"/>
          <w:lang w:eastAsia="de-DE"/>
        </w:rPr>
        <w:t xml:space="preserve"> ENAV Committee </w:t>
      </w:r>
      <w:r w:rsidRPr="000817D2">
        <w:rPr>
          <w:rFonts w:asciiTheme="minorHAnsi" w:eastAsia="Times New Roman" w:hAnsiTheme="minorHAnsi" w:cstheme="minorHAnsi"/>
          <w:szCs w:val="20"/>
          <w:lang w:eastAsia="de-DE"/>
        </w:rPr>
        <w:t>is requested to</w:t>
      </w:r>
      <w:r w:rsidR="00630F7F" w:rsidRPr="000817D2">
        <w:rPr>
          <w:rFonts w:asciiTheme="minorHAnsi" w:hAnsiTheme="minorHAnsi" w:cstheme="minorHAnsi"/>
        </w:rPr>
        <w:t>:</w:t>
      </w:r>
    </w:p>
    <w:p w14:paraId="3580CF4B" w14:textId="01BF5956" w:rsidR="000B734F" w:rsidRPr="000817D2" w:rsidRDefault="000B734F" w:rsidP="00EE77BE">
      <w:pPr>
        <w:numPr>
          <w:ilvl w:val="0"/>
          <w:numId w:val="26"/>
        </w:numPr>
        <w:rPr>
          <w:rFonts w:asciiTheme="minorHAnsi" w:hAnsiTheme="minorHAnsi" w:cstheme="minorHAnsi"/>
          <w:lang w:eastAsia="de-DE"/>
        </w:rPr>
      </w:pPr>
      <w:r w:rsidRPr="000817D2">
        <w:rPr>
          <w:rFonts w:asciiTheme="minorHAnsi" w:hAnsiTheme="minorHAnsi" w:cstheme="minorHAnsi"/>
          <w:lang w:eastAsia="de-DE"/>
        </w:rPr>
        <w:t xml:space="preserve">Consider the </w:t>
      </w:r>
      <w:r w:rsidR="00EE77BE" w:rsidRPr="000817D2">
        <w:rPr>
          <w:rFonts w:asciiTheme="minorHAnsi" w:hAnsiTheme="minorHAnsi" w:cstheme="minorHAnsi"/>
          <w:lang w:eastAsia="de-DE"/>
        </w:rPr>
        <w:t>response from VTS Committee</w:t>
      </w:r>
      <w:r w:rsidR="005F1D2D">
        <w:rPr>
          <w:rFonts w:asciiTheme="minorHAnsi" w:hAnsiTheme="minorHAnsi" w:cstheme="minorHAnsi"/>
          <w:lang w:eastAsia="de-DE"/>
        </w:rPr>
        <w:t xml:space="preserve"> and </w:t>
      </w:r>
      <w:proofErr w:type="gramStart"/>
      <w:r w:rsidR="005F1D2D">
        <w:rPr>
          <w:rFonts w:asciiTheme="minorHAnsi" w:hAnsiTheme="minorHAnsi" w:cstheme="minorHAnsi"/>
          <w:lang w:eastAsia="de-DE"/>
        </w:rPr>
        <w:t>take action</w:t>
      </w:r>
      <w:proofErr w:type="gramEnd"/>
      <w:r w:rsidR="005F1D2D">
        <w:rPr>
          <w:rFonts w:asciiTheme="minorHAnsi" w:hAnsiTheme="minorHAnsi" w:cstheme="minorHAnsi"/>
          <w:lang w:eastAsia="de-DE"/>
        </w:rPr>
        <w:t xml:space="preserve"> as appropriate</w:t>
      </w:r>
      <w:r w:rsidRPr="000817D2">
        <w:rPr>
          <w:rFonts w:asciiTheme="minorHAnsi" w:hAnsiTheme="minorHAnsi" w:cstheme="minorHAnsi"/>
          <w:lang w:eastAsia="de-DE"/>
        </w:rPr>
        <w:t>.</w:t>
      </w:r>
    </w:p>
    <w:sectPr w:rsidR="000B734F" w:rsidRPr="000817D2" w:rsidSect="005D05AC">
      <w:headerReference w:type="default" r:id="rId7"/>
      <w:footerReference w:type="default" r:id="rId8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29AFC8" w14:textId="77777777" w:rsidR="00DB2132" w:rsidRDefault="00DB2132" w:rsidP="00002906">
      <w:r>
        <w:separator/>
      </w:r>
    </w:p>
  </w:endnote>
  <w:endnote w:type="continuationSeparator" w:id="0">
    <w:p w14:paraId="0C611487" w14:textId="77777777" w:rsidR="00DB2132" w:rsidRDefault="00DB2132" w:rsidP="00002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3F0B48" w14:textId="77777777" w:rsidR="00002906" w:rsidRDefault="00002906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0B734F"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0AB9CF" w14:textId="77777777" w:rsidR="00DB2132" w:rsidRDefault="00DB2132" w:rsidP="00002906">
      <w:r>
        <w:separator/>
      </w:r>
    </w:p>
  </w:footnote>
  <w:footnote w:type="continuationSeparator" w:id="0">
    <w:p w14:paraId="26357F86" w14:textId="77777777" w:rsidR="00DB2132" w:rsidRDefault="00DB2132" w:rsidP="000029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50E158" w14:textId="77777777" w:rsidR="00073774" w:rsidRDefault="003E4E6C">
    <w:pPr>
      <w:pStyle w:val="Header"/>
    </w:pPr>
    <w:r>
      <w:rPr>
        <w:noProof/>
      </w:rPr>
      <w:drawing>
        <wp:inline distT="0" distB="0" distL="0" distR="0" wp14:anchorId="6D6B0A1A" wp14:editId="3E6F676E">
          <wp:extent cx="749300" cy="730250"/>
          <wp:effectExtent l="0" t="0" r="0" b="0"/>
          <wp:docPr id="1" name="Bilde 1" descr="IALA_LogoVerti_RGB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ALA_LogoVerti_RGB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9300" cy="730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 w15:restartNumberingAfterBreak="0">
    <w:nsid w:val="102D50FB"/>
    <w:multiLevelType w:val="hybridMultilevel"/>
    <w:tmpl w:val="D292C278"/>
    <w:lvl w:ilvl="0" w:tplc="DBEA42B2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04140019" w:tentative="1">
      <w:start w:val="1"/>
      <w:numFmt w:val="lowerLetter"/>
      <w:lvlText w:val="%2."/>
      <w:lvlJc w:val="left"/>
      <w:pPr>
        <w:ind w:left="1080" w:hanging="360"/>
      </w:pPr>
    </w:lvl>
    <w:lvl w:ilvl="2" w:tplc="0414001B" w:tentative="1">
      <w:start w:val="1"/>
      <w:numFmt w:val="lowerRoman"/>
      <w:lvlText w:val="%3."/>
      <w:lvlJc w:val="right"/>
      <w:pPr>
        <w:ind w:left="1800" w:hanging="180"/>
      </w:pPr>
    </w:lvl>
    <w:lvl w:ilvl="3" w:tplc="0414000F" w:tentative="1">
      <w:start w:val="1"/>
      <w:numFmt w:val="decimal"/>
      <w:lvlText w:val="%4."/>
      <w:lvlJc w:val="left"/>
      <w:pPr>
        <w:ind w:left="2520" w:hanging="360"/>
      </w:pPr>
    </w:lvl>
    <w:lvl w:ilvl="4" w:tplc="04140019" w:tentative="1">
      <w:start w:val="1"/>
      <w:numFmt w:val="lowerLetter"/>
      <w:lvlText w:val="%5."/>
      <w:lvlJc w:val="left"/>
      <w:pPr>
        <w:ind w:left="3240" w:hanging="360"/>
      </w:pPr>
    </w:lvl>
    <w:lvl w:ilvl="5" w:tplc="0414001B" w:tentative="1">
      <w:start w:val="1"/>
      <w:numFmt w:val="lowerRoman"/>
      <w:lvlText w:val="%6."/>
      <w:lvlJc w:val="right"/>
      <w:pPr>
        <w:ind w:left="3960" w:hanging="180"/>
      </w:pPr>
    </w:lvl>
    <w:lvl w:ilvl="6" w:tplc="0414000F" w:tentative="1">
      <w:start w:val="1"/>
      <w:numFmt w:val="decimal"/>
      <w:lvlText w:val="%7."/>
      <w:lvlJc w:val="left"/>
      <w:pPr>
        <w:ind w:left="4680" w:hanging="360"/>
      </w:pPr>
    </w:lvl>
    <w:lvl w:ilvl="7" w:tplc="04140019" w:tentative="1">
      <w:start w:val="1"/>
      <w:numFmt w:val="lowerLetter"/>
      <w:lvlText w:val="%8."/>
      <w:lvlJc w:val="left"/>
      <w:pPr>
        <w:ind w:left="5400" w:hanging="360"/>
      </w:pPr>
    </w:lvl>
    <w:lvl w:ilvl="8" w:tplc="041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8E946A2"/>
    <w:multiLevelType w:val="hybridMultilevel"/>
    <w:tmpl w:val="468CED4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C37E91"/>
    <w:multiLevelType w:val="multilevel"/>
    <w:tmpl w:val="6F12A6AA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1CFA5D68"/>
    <w:multiLevelType w:val="hybridMultilevel"/>
    <w:tmpl w:val="3CE0E2AA"/>
    <w:lvl w:ilvl="0" w:tplc="4B5CA18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6" w15:restartNumberingAfterBreak="0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7" w15:restartNumberingAfterBreak="0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9D508F4"/>
    <w:multiLevelType w:val="multilevel"/>
    <w:tmpl w:val="DE7E454A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4BC63137"/>
    <w:multiLevelType w:val="hybridMultilevel"/>
    <w:tmpl w:val="C3F63FD6"/>
    <w:lvl w:ilvl="0" w:tplc="6B4242F4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4" w15:restartNumberingAfterBreak="0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 w15:restartNumberingAfterBreak="0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1"/>
  </w:num>
  <w:num w:numId="2">
    <w:abstractNumId w:val="16"/>
  </w:num>
  <w:num w:numId="3">
    <w:abstractNumId w:val="11"/>
  </w:num>
  <w:num w:numId="4">
    <w:abstractNumId w:val="11"/>
  </w:num>
  <w:num w:numId="5">
    <w:abstractNumId w:val="7"/>
  </w:num>
  <w:num w:numId="6">
    <w:abstractNumId w:val="12"/>
  </w:num>
  <w:num w:numId="7">
    <w:abstractNumId w:val="9"/>
  </w:num>
  <w:num w:numId="8">
    <w:abstractNumId w:val="0"/>
  </w:num>
  <w:num w:numId="9">
    <w:abstractNumId w:val="6"/>
  </w:num>
  <w:num w:numId="10">
    <w:abstractNumId w:val="13"/>
  </w:num>
  <w:num w:numId="11">
    <w:abstractNumId w:val="3"/>
  </w:num>
  <w:num w:numId="12">
    <w:abstractNumId w:val="3"/>
  </w:num>
  <w:num w:numId="13">
    <w:abstractNumId w:val="3"/>
  </w:num>
  <w:num w:numId="14">
    <w:abstractNumId w:val="3"/>
  </w:num>
  <w:num w:numId="15">
    <w:abstractNumId w:val="3"/>
  </w:num>
  <w:num w:numId="16">
    <w:abstractNumId w:val="8"/>
  </w:num>
  <w:num w:numId="17">
    <w:abstractNumId w:val="15"/>
  </w:num>
  <w:num w:numId="18">
    <w:abstractNumId w:val="5"/>
  </w:num>
  <w:num w:numId="19">
    <w:abstractNumId w:val="14"/>
  </w:num>
  <w:num w:numId="20">
    <w:abstractNumId w:val="10"/>
  </w:num>
  <w:num w:numId="21">
    <w:abstractNumId w:val="8"/>
  </w:num>
  <w:num w:numId="22">
    <w:abstractNumId w:val="8"/>
  </w:num>
  <w:num w:numId="2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"/>
  </w:num>
  <w:num w:numId="25">
    <w:abstractNumId w:val="2"/>
  </w:num>
  <w:num w:numId="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GB" w:vendorID="64" w:dllVersion="4096" w:nlCheck="1" w:checkStyle="0"/>
  <w:activeWritingStyle w:appName="MSWord" w:lang="en-GB" w:vendorID="64" w:dllVersion="0" w:nlCheck="1" w:checkStyle="0"/>
  <w:activeWritingStyle w:appName="MSWord" w:lang="fr-FR" w:vendorID="64" w:dllVersion="0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3774"/>
    <w:rsid w:val="00002906"/>
    <w:rsid w:val="000267C6"/>
    <w:rsid w:val="00031A92"/>
    <w:rsid w:val="000348ED"/>
    <w:rsid w:val="00036801"/>
    <w:rsid w:val="00050DA7"/>
    <w:rsid w:val="000635C4"/>
    <w:rsid w:val="00073774"/>
    <w:rsid w:val="000817D2"/>
    <w:rsid w:val="000A5A01"/>
    <w:rsid w:val="000B734F"/>
    <w:rsid w:val="00135447"/>
    <w:rsid w:val="00135B56"/>
    <w:rsid w:val="00152273"/>
    <w:rsid w:val="001A207A"/>
    <w:rsid w:val="001A654A"/>
    <w:rsid w:val="001C37D5"/>
    <w:rsid w:val="001C74CF"/>
    <w:rsid w:val="001E19EC"/>
    <w:rsid w:val="001F4B25"/>
    <w:rsid w:val="00212E5F"/>
    <w:rsid w:val="0022271E"/>
    <w:rsid w:val="00262187"/>
    <w:rsid w:val="0026671A"/>
    <w:rsid w:val="002A1680"/>
    <w:rsid w:val="003D55DD"/>
    <w:rsid w:val="003E1831"/>
    <w:rsid w:val="003E35EC"/>
    <w:rsid w:val="003E4E6C"/>
    <w:rsid w:val="00420746"/>
    <w:rsid w:val="00424954"/>
    <w:rsid w:val="00447B34"/>
    <w:rsid w:val="004C1386"/>
    <w:rsid w:val="004C220D"/>
    <w:rsid w:val="004D5E6D"/>
    <w:rsid w:val="005D05AC"/>
    <w:rsid w:val="005F1D2D"/>
    <w:rsid w:val="00630F7F"/>
    <w:rsid w:val="0064435F"/>
    <w:rsid w:val="006D470F"/>
    <w:rsid w:val="006E7014"/>
    <w:rsid w:val="00727E88"/>
    <w:rsid w:val="00736B55"/>
    <w:rsid w:val="00763AEA"/>
    <w:rsid w:val="00775878"/>
    <w:rsid w:val="0080092C"/>
    <w:rsid w:val="00807936"/>
    <w:rsid w:val="00872453"/>
    <w:rsid w:val="008F13DD"/>
    <w:rsid w:val="00902AA4"/>
    <w:rsid w:val="00950015"/>
    <w:rsid w:val="009F3B6C"/>
    <w:rsid w:val="009F5C36"/>
    <w:rsid w:val="00A27F12"/>
    <w:rsid w:val="00A30579"/>
    <w:rsid w:val="00A4739E"/>
    <w:rsid w:val="00A50AD3"/>
    <w:rsid w:val="00AA76C0"/>
    <w:rsid w:val="00B074FD"/>
    <w:rsid w:val="00B077EC"/>
    <w:rsid w:val="00B15B24"/>
    <w:rsid w:val="00B428DA"/>
    <w:rsid w:val="00B65119"/>
    <w:rsid w:val="00B8247E"/>
    <w:rsid w:val="00BE56DF"/>
    <w:rsid w:val="00CA04AF"/>
    <w:rsid w:val="00CE0DD8"/>
    <w:rsid w:val="00CF3661"/>
    <w:rsid w:val="00DB2132"/>
    <w:rsid w:val="00E401AE"/>
    <w:rsid w:val="00E66034"/>
    <w:rsid w:val="00E93C9B"/>
    <w:rsid w:val="00EE3F2F"/>
    <w:rsid w:val="00EE77BE"/>
    <w:rsid w:val="00F3322A"/>
    <w:rsid w:val="00F47799"/>
    <w:rsid w:val="00F73F78"/>
    <w:rsid w:val="00FA5842"/>
    <w:rsid w:val="00FA6769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B229F18"/>
  <w15:chartTrackingRefBased/>
  <w15:docId w15:val="{BE89426B-9F47-4804-A756-B0BE16D789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b-NO" w:eastAsia="nb-NO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5D05AC"/>
    <w:rPr>
      <w:rFonts w:ascii="Arial" w:hAnsi="Arial"/>
      <w:sz w:val="22"/>
      <w:lang w:val="en-GB" w:eastAsia="en-US"/>
    </w:rPr>
  </w:style>
  <w:style w:type="paragraph" w:styleId="Heading1">
    <w:name w:val="heading 1"/>
    <w:basedOn w:val="Normal"/>
    <w:next w:val="Normal"/>
    <w:qFormat/>
    <w:rsid w:val="00E66034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ascii="Calibri" w:eastAsia="MS Mincho" w:hAnsi="Calibri"/>
      <w:b/>
      <w:color w:val="00558C"/>
      <w:kern w:val="28"/>
      <w:lang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E66034"/>
    <w:pPr>
      <w:spacing w:after="120"/>
      <w:jc w:val="both"/>
    </w:pPr>
    <w:rPr>
      <w:rFonts w:ascii="Calibri" w:eastAsia="Calibri" w:hAnsi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E66034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ascii="Calibri" w:eastAsia="Times" w:hAnsi="Calibri"/>
      <w:lang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E66034"/>
    <w:pPr>
      <w:numPr>
        <w:numId w:val="22"/>
      </w:numPr>
      <w:spacing w:after="120"/>
      <w:jc w:val="both"/>
    </w:pPr>
    <w:rPr>
      <w:rFonts w:ascii="Calibri" w:hAnsi="Calibri"/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E66034"/>
    <w:rPr>
      <w:rFonts w:ascii="Calibri" w:eastAsia="Calibri" w:hAnsi="Calibri" w:cs="Calibri"/>
      <w:sz w:val="22"/>
      <w:szCs w:val="22"/>
      <w:lang w:val="en-GB" w:eastAsia="en-GB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paragraph" w:styleId="ListParagraph">
    <w:name w:val="List Paragraph"/>
    <w:basedOn w:val="Normal"/>
    <w:uiPriority w:val="34"/>
    <w:qFormat/>
    <w:rsid w:val="004D5E6D"/>
    <w:pPr>
      <w:spacing w:after="160" w:line="259" w:lineRule="auto"/>
      <w:ind w:left="720"/>
      <w:contextualSpacing/>
    </w:pPr>
    <w:rPr>
      <w:rFonts w:ascii="Calibri" w:eastAsia="Calibri" w:hAnsi="Calibri"/>
      <w:szCs w:val="22"/>
    </w:rPr>
  </w:style>
  <w:style w:type="character" w:styleId="CommentReference">
    <w:name w:val="annotation reference"/>
    <w:basedOn w:val="DefaultParagraphFont"/>
    <w:rsid w:val="005F1D2D"/>
    <w:rPr>
      <w:sz w:val="16"/>
      <w:szCs w:val="16"/>
    </w:rPr>
  </w:style>
  <w:style w:type="paragraph" w:styleId="CommentText">
    <w:name w:val="annotation text"/>
    <w:basedOn w:val="Normal"/>
    <w:link w:val="CommentTextChar"/>
    <w:rsid w:val="005F1D2D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5F1D2D"/>
    <w:rPr>
      <w:rFonts w:ascii="Arial" w:hAnsi="Arial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5F1D2D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5F1D2D"/>
    <w:rPr>
      <w:rFonts w:ascii="Arial" w:hAnsi="Arial"/>
      <w:b/>
      <w:bCs/>
      <w:lang w:val="en-GB" w:eastAsia="en-US"/>
    </w:rPr>
  </w:style>
  <w:style w:type="paragraph" w:styleId="BalloonText">
    <w:name w:val="Balloon Text"/>
    <w:basedOn w:val="Normal"/>
    <w:link w:val="BalloonTextChar"/>
    <w:rsid w:val="005F1D2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5F1D2D"/>
    <w:rPr>
      <w:rFonts w:ascii="Segoe UI" w:hAnsi="Segoe UI" w:cs="Segoe UI"/>
      <w:sz w:val="18"/>
      <w:szCs w:val="18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9474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yle\IALA\Templates\Committee%20general%20templates\Liaison%20Internal%20Committee%20Liaison%20Note_Feb1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Liaison Internal Committee Liaison Note_Feb13.dot</Template>
  <TotalTime>2</TotalTime>
  <Pages>1</Pages>
  <Words>145</Words>
  <Characters>828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Tittel</vt:lpstr>
      </vt:variant>
      <vt:variant>
        <vt:i4>1</vt:i4>
      </vt:variant>
    </vt:vector>
  </HeadingPairs>
  <TitlesOfParts>
    <vt:vector size="2" baseType="lpstr">
      <vt:lpstr>Liaison note from ANM to ANIS Working Group</vt:lpstr>
      <vt:lpstr>Liaison note from ANM to ANIS Working Group</vt:lpstr>
    </vt:vector>
  </TitlesOfParts>
  <Company>DFO-MPO</Company>
  <LinksUpToDate>false</LinksUpToDate>
  <CharactersWithSpaces>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subject/>
  <dc:creator>Seamus Doyle</dc:creator>
  <cp:keywords/>
  <cp:lastModifiedBy>Kevin Gregory</cp:lastModifiedBy>
  <cp:revision>9</cp:revision>
  <cp:lastPrinted>2006-10-19T10:49:00Z</cp:lastPrinted>
  <dcterms:created xsi:type="dcterms:W3CDTF">2019-02-28T03:51:00Z</dcterms:created>
  <dcterms:modified xsi:type="dcterms:W3CDTF">2019-03-06T14:36:00Z</dcterms:modified>
</cp:coreProperties>
</file>